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3D7903" w:rsidP="0037111D">
            <w:r>
              <w:rPr>
                <w:rFonts w:ascii="Helvetica" w:hAnsi="Helvetica" w:cs="Helvetica"/>
              </w:rPr>
              <w:t>5601/2019-SŽDC-SSV-Ú3/HOL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343595" w:rsidP="00CC1E2B">
            <w:r>
              <w:t>1</w:t>
            </w:r>
            <w:bookmarkStart w:id="0" w:name="_GoBack"/>
            <w:bookmarkEnd w:id="0"/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3C14EB" w:rsidRPr="003E6B9A" w:rsidRDefault="003C14EB" w:rsidP="00FE3455">
            <w:r>
              <w:t>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3C14EB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3C14EB" w:rsidP="006104F6">
            <w:r>
              <w:t>HolaM@szdc.cz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21C61">
              <w:rPr>
                <w:noProof/>
              </w:rPr>
              <w:t>27. června 2019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3C6D" w:rsidRPr="007C3C6D">
        <w:rPr>
          <w:rFonts w:eastAsia="Calibri" w:cs="Times New Roman"/>
          <w:b/>
          <w:lang w:eastAsia="cs-CZ"/>
        </w:rPr>
        <w:t xml:space="preserve">Rekonstrukce výpravní budovy v </w:t>
      </w:r>
      <w:proofErr w:type="spellStart"/>
      <w:r w:rsidR="007C3C6D" w:rsidRPr="007C3C6D">
        <w:rPr>
          <w:rFonts w:eastAsia="Calibri" w:cs="Times New Roman"/>
          <w:b/>
          <w:lang w:eastAsia="cs-CZ"/>
        </w:rPr>
        <w:t>žst</w:t>
      </w:r>
      <w:proofErr w:type="spellEnd"/>
      <w:r w:rsidR="007C3C6D" w:rsidRPr="007C3C6D">
        <w:rPr>
          <w:rFonts w:eastAsia="Calibri" w:cs="Times New Roman"/>
          <w:b/>
          <w:lang w:eastAsia="cs-CZ"/>
        </w:rPr>
        <w:t>. Frenštát pod Radhoštěm</w:t>
      </w:r>
    </w:p>
    <w:p w:rsidR="00CB7B5A" w:rsidRPr="00CB7B5A" w:rsidRDefault="007C3C6D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 xml:space="preserve">       </w:t>
      </w:r>
      <w:r w:rsidR="00CB7B5A" w:rsidRPr="007C3C6D">
        <w:rPr>
          <w:rFonts w:eastAsia="Calibri" w:cs="Times New Roman"/>
          <w:lang w:eastAsia="cs-CZ"/>
        </w:rPr>
        <w:t xml:space="preserve">Vysvětlení/ změna/ doplnění </w:t>
      </w:r>
      <w:r w:rsidR="00CB7B5A" w:rsidRPr="00CB7B5A">
        <w:rPr>
          <w:rFonts w:eastAsia="Calibri" w:cs="Times New Roman"/>
          <w:lang w:eastAsia="cs-CZ"/>
        </w:rPr>
        <w:t xml:space="preserve">zadávací dokumentace č. </w:t>
      </w:r>
      <w:r w:rsidR="003C14EB">
        <w:rPr>
          <w:rFonts w:eastAsia="Times New Roman" w:cs="Times New Roman"/>
          <w:lang w:eastAsia="cs-CZ"/>
        </w:rPr>
        <w:t>3</w:t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C0707" w:rsidRDefault="004C070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3C14EB" w:rsidRDefault="003C14EB" w:rsidP="003C14EB">
      <w:pPr>
        <w:spacing w:after="160" w:line="259" w:lineRule="auto"/>
      </w:pPr>
      <w:r>
        <w:t xml:space="preserve">Technickou kvalifikaci může dodavatel prokázat novostavbou nebo rekonstrukcí vícepodlažní budovy občanského vybavení </w:t>
      </w:r>
      <w:r w:rsidRPr="003C14EB">
        <w:rPr>
          <w:b/>
        </w:rPr>
        <w:t>anebo</w:t>
      </w:r>
      <w:r>
        <w:t xml:space="preserve"> vícepodlažní pozemní stavbou v rámci dopravní infrastruktury, která probíhala celou dobu za provozu, přičemž celková hodnota alespoň jedné provedené stavební práce musí, včetně případných poddodávek, činit alespoň 12.000.000,- Kč bez DPH.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7B5A" w:rsidRDefault="004C0707" w:rsidP="004C0707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Váš dotaz není dostatečně dobře, resp. vůbec konkretizován, jde pouze o výňatek ze zadávací dokumentace.</w:t>
      </w:r>
      <w:r w:rsidR="00AE086D">
        <w:rPr>
          <w:rFonts w:eastAsia="Calibri" w:cs="Times New Roman"/>
          <w:lang w:eastAsia="cs-CZ"/>
        </w:rPr>
        <w:t xml:space="preserve"> Pokud se Váš dotaz týká zvýrazněného „anebo“, je to takto správně uvedené v ZD. Technickou kvalifikaci může dodavatel prokázat novostavbou nebo rekonstrukcí </w:t>
      </w:r>
      <w:r w:rsidR="00AE086D" w:rsidRPr="007C3C6D">
        <w:rPr>
          <w:rFonts w:eastAsia="Calibri" w:cs="Times New Roman"/>
          <w:u w:val="single"/>
          <w:lang w:eastAsia="cs-CZ"/>
        </w:rPr>
        <w:t>vícepodlažní budovy občanského vybavení</w:t>
      </w:r>
      <w:r w:rsidR="00AE086D">
        <w:rPr>
          <w:rFonts w:eastAsia="Calibri" w:cs="Times New Roman"/>
          <w:lang w:eastAsia="cs-CZ"/>
        </w:rPr>
        <w:t xml:space="preserve"> </w:t>
      </w:r>
      <w:r w:rsidR="00AE086D" w:rsidRPr="00AE086D">
        <w:rPr>
          <w:rFonts w:eastAsia="Calibri" w:cs="Times New Roman"/>
          <w:b/>
          <w:lang w:eastAsia="cs-CZ"/>
        </w:rPr>
        <w:t>nebo</w:t>
      </w:r>
      <w:r w:rsidR="00AE086D">
        <w:rPr>
          <w:rFonts w:eastAsia="Calibri" w:cs="Times New Roman"/>
          <w:lang w:eastAsia="cs-CZ"/>
        </w:rPr>
        <w:t xml:space="preserve"> </w:t>
      </w:r>
      <w:r w:rsidR="00AE086D" w:rsidRPr="007C3C6D">
        <w:rPr>
          <w:rFonts w:eastAsia="Calibri" w:cs="Times New Roman"/>
          <w:u w:val="single"/>
          <w:lang w:eastAsia="cs-CZ"/>
        </w:rPr>
        <w:t>vícepodlažní pozemní stavbou v rámci dopravní infrastruktu</w:t>
      </w:r>
      <w:r w:rsidR="007C3C6D" w:rsidRPr="007C3C6D">
        <w:rPr>
          <w:rFonts w:eastAsia="Calibri" w:cs="Times New Roman"/>
          <w:u w:val="single"/>
          <w:lang w:eastAsia="cs-CZ"/>
        </w:rPr>
        <w:t>ry</w:t>
      </w:r>
      <w:r w:rsidR="007C3C6D">
        <w:rPr>
          <w:rFonts w:eastAsia="Calibri" w:cs="Times New Roman"/>
          <w:lang w:eastAsia="cs-CZ"/>
        </w:rPr>
        <w:t xml:space="preserve">. </w:t>
      </w:r>
      <w:r>
        <w:rPr>
          <w:rFonts w:eastAsia="Calibri" w:cs="Times New Roman"/>
          <w:lang w:eastAsia="cs-CZ"/>
        </w:rPr>
        <w:t>Požadavek je tedy stanoven alternativně.</w:t>
      </w:r>
    </w:p>
    <w:p w:rsidR="007C3C6D" w:rsidRDefault="007C3C6D" w:rsidP="004C070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C3C6D" w:rsidRDefault="007C3C6D" w:rsidP="004C0707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případě dalšího dotazu, prosíme o konkretizaci</w:t>
      </w:r>
      <w:r w:rsidR="004C0707">
        <w:rPr>
          <w:rFonts w:eastAsia="Calibri" w:cs="Times New Roman"/>
          <w:lang w:eastAsia="cs-CZ"/>
        </w:rPr>
        <w:t>.</w:t>
      </w:r>
    </w:p>
    <w:p w:rsidR="007C3C6D" w:rsidRDefault="007C3C6D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4C0707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C0707">
        <w:rPr>
          <w:rFonts w:eastAsia="Times New Roman" w:cs="Times New Roman"/>
          <w:lang w:eastAsia="cs-CZ"/>
        </w:rPr>
        <w:t xml:space="preserve">Vzhledem ke skutečnosti, že bylo provedeno pouze </w:t>
      </w:r>
      <w:r w:rsidRPr="004C0707">
        <w:rPr>
          <w:rFonts w:eastAsia="Times New Roman" w:cs="Times New Roman"/>
          <w:b/>
          <w:lang w:eastAsia="cs-CZ"/>
        </w:rPr>
        <w:t>vysvětlení zadávací dokumentace</w:t>
      </w:r>
      <w:r w:rsidRPr="004C0707">
        <w:rPr>
          <w:rFonts w:eastAsia="Times New Roman" w:cs="Times New Roman"/>
          <w:lang w:eastAsia="cs-CZ"/>
        </w:rPr>
        <w:t>, neprodlužuje zada</w:t>
      </w:r>
      <w:r w:rsidR="00483F34" w:rsidRPr="004C0707">
        <w:rPr>
          <w:rFonts w:eastAsia="Times New Roman" w:cs="Times New Roman"/>
          <w:lang w:eastAsia="cs-CZ"/>
        </w:rPr>
        <w:t>vatel lhůtu pro podání nabídek.</w:t>
      </w:r>
    </w:p>
    <w:p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7C3C6D" w:rsidRDefault="00CB7B5A" w:rsidP="007C3C6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C3C6D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C3C6D" w:rsidRDefault="007C3C6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C3C6D" w:rsidRDefault="007C3C6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D7903" w:rsidRPr="00CB7B5A" w:rsidRDefault="003D790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07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1C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0629459" wp14:editId="10E20D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B212289" wp14:editId="5136C6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16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1C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C310AC7" wp14:editId="707751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C731AB9" wp14:editId="56D4F52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6EB445D9"/>
    <w:multiLevelType w:val="hybridMultilevel"/>
    <w:tmpl w:val="777EA2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1672"/>
    <w:rsid w:val="00207DF5"/>
    <w:rsid w:val="00267369"/>
    <w:rsid w:val="0026785D"/>
    <w:rsid w:val="002C31BF"/>
    <w:rsid w:val="002E0CD7"/>
    <w:rsid w:val="002F026B"/>
    <w:rsid w:val="00343595"/>
    <w:rsid w:val="00357BC6"/>
    <w:rsid w:val="0037111D"/>
    <w:rsid w:val="003956C6"/>
    <w:rsid w:val="003C14EB"/>
    <w:rsid w:val="003D7903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0707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3C6D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086D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21C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56B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B3F256-5409-47DE-A63F-AD211D73C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7</cp:revision>
  <cp:lastPrinted>2019-06-27T11:42:00Z</cp:lastPrinted>
  <dcterms:created xsi:type="dcterms:W3CDTF">2019-06-27T11:31:00Z</dcterms:created>
  <dcterms:modified xsi:type="dcterms:W3CDTF">2019-06-27T11:42:00Z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